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FCEC9C" w14:textId="0ABDD9B1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47F2228B" wp14:editId="2F23FE99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12EAEDBB" wp14:editId="59AED09C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B20448">
        <w:rPr>
          <w:rFonts w:ascii="Segoe Print" w:hAnsi="Segoe Print"/>
          <w:b/>
          <w:sz w:val="24"/>
        </w:rPr>
        <w:t>5</w:t>
      </w:r>
      <w:r w:rsidR="00D51195" w:rsidRPr="0090117B">
        <w:rPr>
          <w:rFonts w:ascii="Segoe Print" w:hAnsi="Segoe Print"/>
          <w:b/>
          <w:sz w:val="24"/>
        </w:rPr>
        <w:t>.</w:t>
      </w:r>
      <w:r w:rsidR="00E73136">
        <w:rPr>
          <w:rFonts w:ascii="Segoe Print" w:hAnsi="Segoe Print"/>
          <w:b/>
          <w:sz w:val="24"/>
        </w:rPr>
        <w:t>2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B20448">
        <w:rPr>
          <w:rFonts w:ascii="Segoe Print" w:hAnsi="Segoe Print"/>
          <w:b/>
          <w:sz w:val="24"/>
        </w:rPr>
        <w:t>Calculator allowed</w:t>
      </w:r>
    </w:p>
    <w:p w14:paraId="2A0DF28B" w14:textId="77777777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E20822" w:rsidRPr="000A63AF" w14:paraId="1A3DC2DB" w14:textId="77777777" w:rsidTr="007E2C1A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741E781D" w14:textId="77777777" w:rsidR="00E20822" w:rsidRPr="00C240D5" w:rsidRDefault="00E20822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 w:rsidR="0064471D"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3435C96A" w14:textId="0CE506CB" w:rsidR="00E20822" w:rsidRPr="00FB0E81" w:rsidRDefault="00EC3671" w:rsidP="007B4226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>
              <w:rPr>
                <w:rFonts w:ascii="Arial" w:hAnsi="Arial" w:cs="Arial"/>
                <w:noProof/>
                <w:szCs w:val="20"/>
              </w:rPr>
              <w:t xml:space="preserve">Find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noProof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noProof/>
                      <w:szCs w:val="20"/>
                    </w:rPr>
                    <m:t>3</m:t>
                  </m:r>
                </m:num>
                <m:den>
                  <m:r>
                    <w:rPr>
                      <w:rFonts w:ascii="Cambria Math" w:hAnsi="Cambria Math" w:cs="Arial"/>
                      <w:noProof/>
                      <w:szCs w:val="20"/>
                    </w:rPr>
                    <m:t>5</m:t>
                  </m:r>
                </m:den>
              </m:f>
            </m:oMath>
            <w:r>
              <w:rPr>
                <w:rFonts w:ascii="Arial" w:eastAsiaTheme="minorEastAsia" w:hAnsi="Arial" w:cs="Arial"/>
                <w:noProof/>
                <w:szCs w:val="20"/>
              </w:rPr>
              <w:t xml:space="preserve"> of £125</w:t>
            </w:r>
          </w:p>
        </w:tc>
        <w:tc>
          <w:tcPr>
            <w:tcW w:w="425" w:type="dxa"/>
            <w:tcBorders>
              <w:right w:val="nil"/>
            </w:tcBorders>
          </w:tcPr>
          <w:p w14:paraId="0E7CAE18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602F863D" w14:textId="4DCDEFF4" w:rsidR="00E20822" w:rsidRPr="000A63AF" w:rsidRDefault="001E2B23" w:rsidP="0064471D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t>Find 23% of £455</w:t>
            </w:r>
          </w:p>
        </w:tc>
      </w:tr>
      <w:tr w:rsidR="00E20822" w:rsidRPr="00C240D5" w14:paraId="5751C35B" w14:textId="77777777" w:rsidTr="007E2C1A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4E69063A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2E20C187" w14:textId="2558CD1D" w:rsidR="00E20822" w:rsidRPr="00C240D5" w:rsidRDefault="009E2722" w:rsidP="00B20448">
            <w:pPr>
              <w:spacing w:before="120" w:after="0"/>
              <w:rPr>
                <w:rFonts w:ascii="Avenir Book" w:hAnsi="Avenir Book"/>
              </w:rPr>
            </w:pPr>
            <w:r>
              <w:t>If 4 pens cost £6.40, how much do 3 pens cost?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39AD2572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0FD42E72" w14:textId="77777777" w:rsidR="00527DA2" w:rsidRDefault="00527DA2" w:rsidP="00527DA2">
            <w:pPr>
              <w:spacing w:before="120"/>
            </w:pPr>
            <w:r>
              <w:t>Work out the mean:</w:t>
            </w:r>
          </w:p>
          <w:p w14:paraId="1C99E779" w14:textId="5A06972A" w:rsidR="00E20822" w:rsidRPr="00C240D5" w:rsidRDefault="00527DA2" w:rsidP="00527DA2">
            <w:pPr>
              <w:spacing w:before="120" w:after="0"/>
              <w:rPr>
                <w:rFonts w:ascii="Avenir Book" w:hAnsi="Avenir Book"/>
              </w:rPr>
            </w:pPr>
            <w:r>
              <w:t>5     -3     6     4     -2</w:t>
            </w:r>
          </w:p>
        </w:tc>
      </w:tr>
      <w:tr w:rsidR="00E20822" w:rsidRPr="00C240D5" w14:paraId="7E5FE1B5" w14:textId="77777777" w:rsidTr="007E2C1A">
        <w:trPr>
          <w:trHeight w:val="1398"/>
        </w:trPr>
        <w:tc>
          <w:tcPr>
            <w:tcW w:w="421" w:type="dxa"/>
            <w:tcBorders>
              <w:right w:val="nil"/>
            </w:tcBorders>
          </w:tcPr>
          <w:p w14:paraId="76C04EF3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4AA1B8C3" w14:textId="53FB1A12" w:rsidR="007E2C1A" w:rsidRDefault="00E73136" w:rsidP="007E2C1A">
            <w:pPr>
              <w:spacing w:before="120" w:after="0"/>
              <w:rPr>
                <w:rFonts w:ascii="Avenir Book" w:eastAsiaTheme="minorEastAsia" w:hAnsi="Avenir Book"/>
              </w:rPr>
            </w:pPr>
            <w:r w:rsidRPr="00B20448">
              <w:rPr>
                <w:rFonts w:ascii="Avenir Book" w:hAnsi="Avenir Book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2573C44" wp14:editId="4B55C406">
                      <wp:simplePos x="0" y="0"/>
                      <wp:positionH relativeFrom="column">
                        <wp:posOffset>3296725</wp:posOffset>
                      </wp:positionH>
                      <wp:positionV relativeFrom="paragraph">
                        <wp:posOffset>155184</wp:posOffset>
                      </wp:positionV>
                      <wp:extent cx="694690" cy="400685"/>
                      <wp:effectExtent l="0" t="0" r="0" b="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4690" cy="4006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66AAED1" w14:textId="77777777" w:rsidR="00B20448" w:rsidRPr="00EC4CCA" w:rsidRDefault="00B20448" w:rsidP="00B20448">
                                  <w:pPr>
                                    <w:rPr>
                                      <w:rFonts w:ascii="Cambria Math" w:hAnsi="Cambria Math"/>
                                      <w:oMath/>
                                    </w:rPr>
                                  </w:pP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oMath>
                                  <w:r>
                                    <w:rPr>
                                      <w:rFonts w:eastAsiaTheme="minorEastAsia"/>
                                    </w:rPr>
                                    <w:t>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2573C4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259.6pt;margin-top:12.2pt;width:54.7pt;height:31.5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" filled="f" stroked="f" strokeweight=".5pt">
                      <v:textbox>
                        <w:txbxContent>
                          <w:p w14:paraId="666AAED1" w14:textId="77777777" w:rsidR="00B20448" w:rsidRPr="00EC4CCA" w:rsidRDefault="00B20448" w:rsidP="00B20448">
                            <w:pPr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4</m:t>
                              </m:r>
                            </m:oMath>
                            <w:r>
                              <w:rPr>
                                <w:rFonts w:eastAsiaTheme="minorEastAsia"/>
                              </w:rPr>
                              <w:t>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F70F5">
              <w:rPr>
                <w:rFonts w:ascii="Arial" w:hAnsi="Arial" w:cs="Arial"/>
                <w:noProof/>
                <w:szCs w:val="20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3840" behindDoc="0" locked="0" layoutInCell="1" allowOverlap="1" wp14:anchorId="0E87997C" wp14:editId="4D975E4F">
                      <wp:simplePos x="0" y="0"/>
                      <wp:positionH relativeFrom="column">
                        <wp:posOffset>2692352</wp:posOffset>
                      </wp:positionH>
                      <wp:positionV relativeFrom="paragraph">
                        <wp:posOffset>226537</wp:posOffset>
                      </wp:positionV>
                      <wp:extent cx="824865" cy="711200"/>
                      <wp:effectExtent l="152400" t="209550" r="146685" b="0"/>
                      <wp:wrapNone/>
                      <wp:docPr id="34" name="Group 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3260734" flipH="1">
                                <a:off x="0" y="0"/>
                                <a:ext cx="824865" cy="711200"/>
                                <a:chOff x="0" y="0"/>
                                <a:chExt cx="1075055" cy="770255"/>
                              </a:xfrm>
                            </wpg:grpSpPr>
                            <wps:wsp>
                              <wps:cNvPr id="35" name="Right Triangle 35"/>
                              <wps:cNvSpPr/>
                              <wps:spPr>
                                <a:xfrm>
                                  <a:off x="0" y="0"/>
                                  <a:ext cx="1075055" cy="770255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solidFill>
                                    <a:srgbClr val="000000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" name="Rectangle 36"/>
                              <wps:cNvSpPr/>
                              <wps:spPr>
                                <a:xfrm>
                                  <a:off x="0" y="600710"/>
                                  <a:ext cx="168910" cy="1606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rgbClr val="000000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A4D9ED2" id="Group 34" o:spid="_x0000_s1026" style="position:absolute;margin-left:212pt;margin-top:17.85pt;width:64.95pt;height:56pt;rotation:9108702fd;flip:x;z-index:251683840;mso-width-relative:margin;mso-height-relative:margin" coordsize="10750,77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">
                      <v:shapetype id="_x0000_t6" coordsize="21600,21600" o:spt="6" path="m,l,21600r21600,xe">
                        <v:stroke joinstyle="miter"/>
                        <v:path gradientshapeok="t" o:connecttype="custom" o:connectlocs="0,0;0,10800;0,21600;10800,21600;21600,21600;10800,10800" textboxrect="1800,12600,12600,19800"/>
                      </v:shapetype>
                      <v:shape id="Right Triangle 35" o:spid="_x0000_s1027" type="#_x0000_t6" style="position:absolute;width:10750;height:77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"/>
                      <v:rect id="Rectangle 36" o:spid="_x0000_s1028" style="position:absolute;top:6007;width:1689;height:160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" fillcolor="black [3213]"/>
                    </v:group>
                  </w:pict>
                </mc:Fallback>
              </mc:AlternateContent>
            </w:r>
            <w:r w:rsidR="00B20448" w:rsidRPr="00B20448">
              <w:rPr>
                <w:rFonts w:ascii="Avenir Book" w:hAnsi="Avenir Book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1A93072" wp14:editId="6CBAD313">
                      <wp:simplePos x="0" y="0"/>
                      <wp:positionH relativeFrom="column">
                        <wp:posOffset>2375535</wp:posOffset>
                      </wp:positionH>
                      <wp:positionV relativeFrom="paragraph">
                        <wp:posOffset>129882</wp:posOffset>
                      </wp:positionV>
                      <wp:extent cx="694690" cy="400685"/>
                      <wp:effectExtent l="0" t="0" r="0" b="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4690" cy="4006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89C5930" w14:textId="77777777" w:rsidR="00B20448" w:rsidRPr="00EC4CCA" w:rsidRDefault="00B20448" w:rsidP="00B20448">
                                  <w:pPr>
                                    <w:rPr>
                                      <w:rFonts w:ascii="Cambria Math" w:hAnsi="Cambria Math"/>
                                      <w:oMath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x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1A93072" id="Text Box 2" o:spid="_x0000_s1027" type="#_x0000_t202" style="position:absolute;margin-left:187.05pt;margin-top:10.25pt;width:54.7pt;height:31.5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" filled="f" stroked="f" strokeweight=".5pt">
                      <v:textbox>
                        <w:txbxContent>
                          <w:p w14:paraId="089C5930" w14:textId="77777777" w:rsidR="00B20448" w:rsidRPr="00EC4CCA" w:rsidRDefault="00B20448" w:rsidP="00B20448">
                            <w:pPr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E2C1A">
              <w:rPr>
                <w:noProof/>
                <w:lang w:eastAsia="en-GB"/>
              </w:rPr>
              <w:drawing>
                <wp:anchor distT="0" distB="0" distL="114300" distR="114300" simplePos="0" relativeHeight="251668480" behindDoc="0" locked="0" layoutInCell="1" allowOverlap="1" wp14:anchorId="2F5061B6" wp14:editId="5952A12A">
                  <wp:simplePos x="0" y="0"/>
                  <wp:positionH relativeFrom="column">
                    <wp:posOffset>5715586</wp:posOffset>
                  </wp:positionH>
                  <wp:positionV relativeFrom="paragraph">
                    <wp:posOffset>542095</wp:posOffset>
                  </wp:positionV>
                  <wp:extent cx="572188" cy="401760"/>
                  <wp:effectExtent l="0" t="0" r="0" b="5080"/>
                  <wp:wrapNone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20448">
              <w:rPr>
                <w:rFonts w:ascii="Avenir Book" w:hAnsi="Avenir Book"/>
              </w:rPr>
              <w:t xml:space="preserve">Find the length of the side marked </w:t>
            </w:r>
            <m:oMath>
              <m:r>
                <w:rPr>
                  <w:rFonts w:ascii="Cambria Math" w:hAnsi="Cambria Math"/>
                </w:rPr>
                <m:t>x</m:t>
              </m:r>
            </m:oMath>
          </w:p>
          <w:p w14:paraId="3939EDAD" w14:textId="4A58B9D5" w:rsidR="00B20448" w:rsidRPr="00C240D5" w:rsidRDefault="00B20448" w:rsidP="007E2C1A">
            <w:pPr>
              <w:spacing w:before="120" w:after="0"/>
              <w:rPr>
                <w:rFonts w:ascii="Avenir Book" w:hAnsi="Avenir Book"/>
              </w:rPr>
            </w:pPr>
            <w:r w:rsidRPr="00B20448">
              <w:rPr>
                <w:rFonts w:ascii="Avenir Book" w:hAnsi="Avenir Book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58BC90D" wp14:editId="39B3F5BD">
                      <wp:simplePos x="0" y="0"/>
                      <wp:positionH relativeFrom="column">
                        <wp:posOffset>2858477</wp:posOffset>
                      </wp:positionH>
                      <wp:positionV relativeFrom="paragraph">
                        <wp:posOffset>274955</wp:posOffset>
                      </wp:positionV>
                      <wp:extent cx="694723" cy="401134"/>
                      <wp:effectExtent l="0" t="0" r="0" b="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4723" cy="40113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EED58CE" w14:textId="77777777" w:rsidR="00B20448" w:rsidRPr="00EC4CCA" w:rsidRDefault="00B20448" w:rsidP="00B20448">
                                  <w:pPr>
                                    <w:rPr>
                                      <w:rFonts w:ascii="Cambria Math" w:hAnsi="Cambria Math"/>
                                      <w:oMath/>
                                    </w:rPr>
                                  </w:pPr>
                                  <m:oMath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5</m:t>
                                    </m:r>
                                  </m:oMath>
                                  <w:r>
                                    <w:rPr>
                                      <w:rFonts w:eastAsiaTheme="minorEastAsia"/>
                                    </w:rPr>
                                    <w:t>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58BC90D" id="Text Box 4" o:spid="_x0000_s1028" type="#_x0000_t202" style="position:absolute;margin-left:225.1pt;margin-top:21.65pt;width:54.7pt;height:31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" filled="f" stroked="f" strokeweight=".5pt">
                      <v:textbox>
                        <w:txbxContent>
                          <w:p w14:paraId="5EED58CE" w14:textId="77777777" w:rsidR="00B20448" w:rsidRPr="00EC4CCA" w:rsidRDefault="00B20448" w:rsidP="00B20448">
                            <w:pPr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5</m:t>
                              </m:r>
                            </m:oMath>
                            <w:r>
                              <w:rPr>
                                <w:rFonts w:eastAsiaTheme="minorEastAsia"/>
                              </w:rPr>
                              <w:t>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3F62D11E" w14:textId="77777777" w:rsidR="000A63AF" w:rsidRDefault="000A63AF" w:rsidP="00525119">
      <w:pPr>
        <w:spacing w:after="0"/>
        <w:rPr>
          <w:rFonts w:ascii="Avenir Book" w:hAnsi="Avenir Book"/>
          <w:sz w:val="24"/>
          <w:szCs w:val="24"/>
        </w:rPr>
      </w:pPr>
    </w:p>
    <w:p w14:paraId="4CFD492F" w14:textId="77777777" w:rsidR="007E2C1A" w:rsidRDefault="007E2C1A" w:rsidP="00525119">
      <w:pPr>
        <w:spacing w:after="0"/>
        <w:rPr>
          <w:rFonts w:ascii="Avenir Book" w:hAnsi="Avenir Book"/>
          <w:sz w:val="24"/>
          <w:szCs w:val="24"/>
        </w:rPr>
      </w:pPr>
    </w:p>
    <w:p w14:paraId="6174AB2B" w14:textId="77777777" w:rsidR="00E73136" w:rsidRDefault="00E73136" w:rsidP="00E73136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86912" behindDoc="0" locked="0" layoutInCell="1" allowOverlap="1" wp14:anchorId="0D77C3BA" wp14:editId="469C6267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21" name="Picture 2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85888" behindDoc="0" locked="0" layoutInCell="1" allowOverlap="1" wp14:anchorId="7877ED38" wp14:editId="2BD47B73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22" name="Picture 22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5</w:t>
      </w:r>
      <w:r w:rsidRPr="0090117B">
        <w:rPr>
          <w:rFonts w:ascii="Segoe Print" w:hAnsi="Segoe Print"/>
          <w:b/>
          <w:sz w:val="24"/>
        </w:rPr>
        <w:t>.</w:t>
      </w:r>
      <w:r>
        <w:rPr>
          <w:rFonts w:ascii="Segoe Print" w:hAnsi="Segoe Print"/>
          <w:b/>
          <w:sz w:val="24"/>
        </w:rPr>
        <w:t>2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  <w:t>Calculator allowed</w:t>
      </w:r>
    </w:p>
    <w:p w14:paraId="53D76A62" w14:textId="77777777" w:rsidR="00E73136" w:rsidRDefault="00E73136" w:rsidP="00E73136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E73136" w:rsidRPr="000A63AF" w14:paraId="37C5F4D8" w14:textId="77777777" w:rsidTr="00E01254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0A1922AC" w14:textId="77777777" w:rsidR="00E73136" w:rsidRPr="00C240D5" w:rsidRDefault="00E73136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0153D7A3" w14:textId="77777777" w:rsidR="00E73136" w:rsidRPr="00FB0E81" w:rsidRDefault="00E73136" w:rsidP="00E01254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>
              <w:rPr>
                <w:rFonts w:ascii="Arial" w:hAnsi="Arial" w:cs="Arial"/>
                <w:noProof/>
                <w:szCs w:val="20"/>
              </w:rPr>
              <w:t xml:space="preserve">Find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noProof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noProof/>
                      <w:szCs w:val="20"/>
                    </w:rPr>
                    <m:t>3</m:t>
                  </m:r>
                </m:num>
                <m:den>
                  <m:r>
                    <w:rPr>
                      <w:rFonts w:ascii="Cambria Math" w:hAnsi="Cambria Math" w:cs="Arial"/>
                      <w:noProof/>
                      <w:szCs w:val="20"/>
                    </w:rPr>
                    <m:t>5</m:t>
                  </m:r>
                </m:den>
              </m:f>
            </m:oMath>
            <w:r>
              <w:rPr>
                <w:rFonts w:ascii="Arial" w:eastAsiaTheme="minorEastAsia" w:hAnsi="Arial" w:cs="Arial"/>
                <w:noProof/>
                <w:szCs w:val="20"/>
              </w:rPr>
              <w:t xml:space="preserve"> of £125</w:t>
            </w:r>
          </w:p>
        </w:tc>
        <w:tc>
          <w:tcPr>
            <w:tcW w:w="425" w:type="dxa"/>
            <w:tcBorders>
              <w:right w:val="nil"/>
            </w:tcBorders>
          </w:tcPr>
          <w:p w14:paraId="08842FB5" w14:textId="77777777" w:rsidR="00E73136" w:rsidRPr="00C240D5" w:rsidRDefault="00E73136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5226DBAA" w14:textId="77777777" w:rsidR="00E73136" w:rsidRPr="000A63AF" w:rsidRDefault="00E73136" w:rsidP="00E01254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t>Find 23% of £455</w:t>
            </w:r>
          </w:p>
        </w:tc>
      </w:tr>
      <w:tr w:rsidR="00E73136" w:rsidRPr="00C240D5" w14:paraId="422F6040" w14:textId="77777777" w:rsidTr="00E01254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404EC9CD" w14:textId="77777777" w:rsidR="00E73136" w:rsidRPr="00C240D5" w:rsidRDefault="00E73136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29A09451" w14:textId="77777777" w:rsidR="00E73136" w:rsidRPr="00C240D5" w:rsidRDefault="00E73136" w:rsidP="00E01254">
            <w:pPr>
              <w:spacing w:before="120" w:after="0"/>
              <w:rPr>
                <w:rFonts w:ascii="Avenir Book" w:hAnsi="Avenir Book"/>
              </w:rPr>
            </w:pPr>
            <w:r>
              <w:t>If 4 pens cost £6.40, how much do 3 pens cost?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1066AEE9" w14:textId="77777777" w:rsidR="00E73136" w:rsidRPr="00C240D5" w:rsidRDefault="00E73136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4E50DF0F" w14:textId="77777777" w:rsidR="00E73136" w:rsidRDefault="00E73136" w:rsidP="00E01254">
            <w:pPr>
              <w:spacing w:before="120"/>
            </w:pPr>
            <w:r>
              <w:t>Work out the mean:</w:t>
            </w:r>
          </w:p>
          <w:p w14:paraId="0F8A280E" w14:textId="77777777" w:rsidR="00E73136" w:rsidRPr="00C240D5" w:rsidRDefault="00E73136" w:rsidP="00E01254">
            <w:pPr>
              <w:spacing w:before="120" w:after="0"/>
              <w:rPr>
                <w:rFonts w:ascii="Avenir Book" w:hAnsi="Avenir Book"/>
              </w:rPr>
            </w:pPr>
            <w:r>
              <w:t>5     -3     6     4     -2</w:t>
            </w:r>
          </w:p>
        </w:tc>
      </w:tr>
      <w:tr w:rsidR="00E73136" w:rsidRPr="00C240D5" w14:paraId="180185D4" w14:textId="77777777" w:rsidTr="00E01254">
        <w:trPr>
          <w:trHeight w:val="1398"/>
        </w:trPr>
        <w:tc>
          <w:tcPr>
            <w:tcW w:w="421" w:type="dxa"/>
            <w:tcBorders>
              <w:right w:val="nil"/>
            </w:tcBorders>
          </w:tcPr>
          <w:p w14:paraId="2E8C55D0" w14:textId="77777777" w:rsidR="00E73136" w:rsidRPr="00C240D5" w:rsidRDefault="00E73136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58C4C8E1" w14:textId="77777777" w:rsidR="00E73136" w:rsidRDefault="00E73136" w:rsidP="00E01254">
            <w:pPr>
              <w:spacing w:before="120" w:after="0"/>
              <w:rPr>
                <w:rFonts w:ascii="Avenir Book" w:eastAsiaTheme="minorEastAsia" w:hAnsi="Avenir Book"/>
              </w:rPr>
            </w:pPr>
            <w:r w:rsidRPr="00B20448">
              <w:rPr>
                <w:rFonts w:ascii="Avenir Book" w:hAnsi="Avenir Book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190B93B" wp14:editId="781EC6BA">
                      <wp:simplePos x="0" y="0"/>
                      <wp:positionH relativeFrom="column">
                        <wp:posOffset>3296725</wp:posOffset>
                      </wp:positionH>
                      <wp:positionV relativeFrom="paragraph">
                        <wp:posOffset>155184</wp:posOffset>
                      </wp:positionV>
                      <wp:extent cx="694690" cy="400685"/>
                      <wp:effectExtent l="0" t="0" r="0" b="0"/>
                      <wp:wrapNone/>
                      <wp:docPr id="14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4690" cy="4006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662607E" w14:textId="77777777" w:rsidR="00E73136" w:rsidRPr="00EC4CCA" w:rsidRDefault="00E73136" w:rsidP="00E73136">
                                  <w:pPr>
                                    <w:rPr>
                                      <w:rFonts w:ascii="Cambria Math" w:hAnsi="Cambria Math"/>
                                      <w:oMath/>
                                    </w:rPr>
                                  </w:pP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oMath>
                                  <w:r>
                                    <w:rPr>
                                      <w:rFonts w:eastAsiaTheme="minorEastAsia"/>
                                    </w:rPr>
                                    <w:t>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190B93B" id="Text Box 14" o:spid="_x0000_s1029" type="#_x0000_t202" style="position:absolute;margin-left:259.6pt;margin-top:12.2pt;width:54.7pt;height:31.5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" filled="f" stroked="f" strokeweight=".5pt">
                      <v:textbox>
                        <w:txbxContent>
                          <w:p w14:paraId="2662607E" w14:textId="77777777" w:rsidR="00E73136" w:rsidRPr="00EC4CCA" w:rsidRDefault="00E73136" w:rsidP="00E73136">
                            <w:pPr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4</m:t>
                              </m:r>
                            </m:oMath>
                            <w:r>
                              <w:rPr>
                                <w:rFonts w:eastAsiaTheme="minorEastAsia"/>
                              </w:rPr>
                              <w:t>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F70F5">
              <w:rPr>
                <w:rFonts w:ascii="Arial" w:hAnsi="Arial" w:cs="Arial"/>
                <w:noProof/>
                <w:szCs w:val="20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4FBAB38C" wp14:editId="4886E3F1">
                      <wp:simplePos x="0" y="0"/>
                      <wp:positionH relativeFrom="column">
                        <wp:posOffset>2692352</wp:posOffset>
                      </wp:positionH>
                      <wp:positionV relativeFrom="paragraph">
                        <wp:posOffset>226537</wp:posOffset>
                      </wp:positionV>
                      <wp:extent cx="824865" cy="711200"/>
                      <wp:effectExtent l="152400" t="209550" r="146685" b="0"/>
                      <wp:wrapNone/>
                      <wp:docPr id="15" name="Group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3260734" flipH="1">
                                <a:off x="0" y="0"/>
                                <a:ext cx="824865" cy="711200"/>
                                <a:chOff x="0" y="0"/>
                                <a:chExt cx="1075055" cy="770255"/>
                              </a:xfrm>
                            </wpg:grpSpPr>
                            <wps:wsp>
                              <wps:cNvPr id="16" name="Right Triangle 16"/>
                              <wps:cNvSpPr/>
                              <wps:spPr>
                                <a:xfrm>
                                  <a:off x="0" y="0"/>
                                  <a:ext cx="1075055" cy="770255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solidFill>
                                    <a:srgbClr val="000000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Rectangle 17"/>
                              <wps:cNvSpPr/>
                              <wps:spPr>
                                <a:xfrm>
                                  <a:off x="0" y="600710"/>
                                  <a:ext cx="168910" cy="1606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rgbClr val="000000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B87697E" id="Group 15" o:spid="_x0000_s1026" style="position:absolute;margin-left:212pt;margin-top:17.85pt;width:64.95pt;height:56pt;rotation:9108702fd;flip:x;z-index:251692032;mso-width-relative:margin;mso-height-relative:margin" coordsize="10750,77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">
                      <v:shape id="Right Triangle 16" o:spid="_x0000_s1027" type="#_x0000_t6" style="position:absolute;width:10750;height:77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"/>
                      <v:rect id="Rectangle 17" o:spid="_x0000_s1028" style="position:absolute;top:6007;width:1689;height:160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" fillcolor="black [3213]"/>
                    </v:group>
                  </w:pict>
                </mc:Fallback>
              </mc:AlternateContent>
            </w:r>
            <w:r w:rsidRPr="00B20448">
              <w:rPr>
                <w:rFonts w:ascii="Avenir Book" w:hAnsi="Avenir Book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79E36578" wp14:editId="23B8B364">
                      <wp:simplePos x="0" y="0"/>
                      <wp:positionH relativeFrom="column">
                        <wp:posOffset>2375535</wp:posOffset>
                      </wp:positionH>
                      <wp:positionV relativeFrom="paragraph">
                        <wp:posOffset>129882</wp:posOffset>
                      </wp:positionV>
                      <wp:extent cx="694690" cy="400685"/>
                      <wp:effectExtent l="0" t="0" r="0" b="0"/>
                      <wp:wrapNone/>
                      <wp:docPr id="19" name="Text Box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4690" cy="4006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71C8E94" w14:textId="77777777" w:rsidR="00E73136" w:rsidRPr="00EC4CCA" w:rsidRDefault="00E73136" w:rsidP="00E73136">
                                  <w:pPr>
                                    <w:rPr>
                                      <w:rFonts w:ascii="Cambria Math" w:hAnsi="Cambria Math"/>
                                      <w:oMath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x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E36578" id="Text Box 19" o:spid="_x0000_s1030" type="#_x0000_t202" style="position:absolute;margin-left:187.05pt;margin-top:10.25pt;width:54.7pt;height:31.5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" filled="f" stroked="f" strokeweight=".5pt">
                      <v:textbox>
                        <w:txbxContent>
                          <w:p w14:paraId="271C8E94" w14:textId="77777777" w:rsidR="00E73136" w:rsidRPr="00EC4CCA" w:rsidRDefault="00E73136" w:rsidP="00E73136">
                            <w:pPr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w:drawing>
                <wp:anchor distT="0" distB="0" distL="114300" distR="114300" simplePos="0" relativeHeight="251687936" behindDoc="0" locked="0" layoutInCell="1" allowOverlap="1" wp14:anchorId="7FC6D479" wp14:editId="09D21B4C">
                  <wp:simplePos x="0" y="0"/>
                  <wp:positionH relativeFrom="column">
                    <wp:posOffset>5715586</wp:posOffset>
                  </wp:positionH>
                  <wp:positionV relativeFrom="paragraph">
                    <wp:posOffset>542095</wp:posOffset>
                  </wp:positionV>
                  <wp:extent cx="572188" cy="401760"/>
                  <wp:effectExtent l="0" t="0" r="0" b="5080"/>
                  <wp:wrapNone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venir Book" w:hAnsi="Avenir Book"/>
              </w:rPr>
              <w:t xml:space="preserve">Find the length of the side marked </w:t>
            </w:r>
            <m:oMath>
              <m:r>
                <w:rPr>
                  <w:rFonts w:ascii="Cambria Math" w:hAnsi="Cambria Math"/>
                </w:rPr>
                <m:t>x</m:t>
              </m:r>
            </m:oMath>
          </w:p>
          <w:p w14:paraId="105B420C" w14:textId="77777777" w:rsidR="00E73136" w:rsidRPr="00C240D5" w:rsidRDefault="00E73136" w:rsidP="00E01254">
            <w:pPr>
              <w:spacing w:before="120" w:after="0"/>
              <w:rPr>
                <w:rFonts w:ascii="Avenir Book" w:hAnsi="Avenir Book"/>
              </w:rPr>
            </w:pPr>
            <w:r w:rsidRPr="00B20448">
              <w:rPr>
                <w:rFonts w:ascii="Avenir Book" w:hAnsi="Avenir Book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C6DF778" wp14:editId="01BB8DAA">
                      <wp:simplePos x="0" y="0"/>
                      <wp:positionH relativeFrom="column">
                        <wp:posOffset>2858477</wp:posOffset>
                      </wp:positionH>
                      <wp:positionV relativeFrom="paragraph">
                        <wp:posOffset>274955</wp:posOffset>
                      </wp:positionV>
                      <wp:extent cx="694723" cy="401134"/>
                      <wp:effectExtent l="0" t="0" r="0" b="0"/>
                      <wp:wrapNone/>
                      <wp:docPr id="20" name="Text Box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4723" cy="40113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D967E37" w14:textId="77777777" w:rsidR="00E73136" w:rsidRPr="00EC4CCA" w:rsidRDefault="00E73136" w:rsidP="00E73136">
                                  <w:pPr>
                                    <w:rPr>
                                      <w:rFonts w:ascii="Cambria Math" w:hAnsi="Cambria Math"/>
                                      <w:oMath/>
                                    </w:rPr>
                                  </w:pPr>
                                  <m:oMath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5</m:t>
                                    </m:r>
                                  </m:oMath>
                                  <w:r>
                                    <w:rPr>
                                      <w:rFonts w:eastAsiaTheme="minorEastAsia"/>
                                    </w:rPr>
                                    <w:t>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6DF778" id="Text Box 20" o:spid="_x0000_s1031" type="#_x0000_t202" style="position:absolute;margin-left:225.1pt;margin-top:21.65pt;width:54.7pt;height:31.6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" filled="f" stroked="f" strokeweight=".5pt">
                      <v:textbox>
                        <w:txbxContent>
                          <w:p w14:paraId="0D967E37" w14:textId="77777777" w:rsidR="00E73136" w:rsidRPr="00EC4CCA" w:rsidRDefault="00E73136" w:rsidP="00E73136">
                            <w:pPr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5</m:t>
                              </m:r>
                            </m:oMath>
                            <w:r>
                              <w:rPr>
                                <w:rFonts w:eastAsiaTheme="minorEastAsia"/>
                              </w:rPr>
                              <w:t>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46F534A9" w14:textId="77777777" w:rsidR="00B20448" w:rsidRDefault="00B20448" w:rsidP="00E73136">
      <w:pPr>
        <w:spacing w:after="120"/>
        <w:ind w:firstLine="720"/>
        <w:rPr>
          <w:rFonts w:ascii="Avenir Book" w:hAnsi="Avenir Book"/>
          <w:sz w:val="24"/>
          <w:szCs w:val="24"/>
        </w:rPr>
      </w:pPr>
      <w:bookmarkStart w:id="0" w:name="_GoBack"/>
      <w:bookmarkEnd w:id="0"/>
    </w:p>
    <w:sectPr w:rsidR="00B20448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altName w:val="Calibri"/>
    <w:panose1 w:val="020B0604020202020204"/>
    <w:charset w:val="00"/>
    <w:family w:val="script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448"/>
    <w:rsid w:val="000A43CA"/>
    <w:rsid w:val="000A63AF"/>
    <w:rsid w:val="001826A9"/>
    <w:rsid w:val="001E2B23"/>
    <w:rsid w:val="00213C21"/>
    <w:rsid w:val="002D5D86"/>
    <w:rsid w:val="00333535"/>
    <w:rsid w:val="003F51D8"/>
    <w:rsid w:val="00505FC9"/>
    <w:rsid w:val="00525119"/>
    <w:rsid w:val="00527DA2"/>
    <w:rsid w:val="0064471D"/>
    <w:rsid w:val="00705472"/>
    <w:rsid w:val="007B4226"/>
    <w:rsid w:val="007E2C1A"/>
    <w:rsid w:val="0090117B"/>
    <w:rsid w:val="0099142F"/>
    <w:rsid w:val="009E2722"/>
    <w:rsid w:val="00AD3C1A"/>
    <w:rsid w:val="00B20448"/>
    <w:rsid w:val="00BE7AC9"/>
    <w:rsid w:val="00C240D5"/>
    <w:rsid w:val="00C41860"/>
    <w:rsid w:val="00D51195"/>
    <w:rsid w:val="00DB511B"/>
    <w:rsid w:val="00E20822"/>
    <w:rsid w:val="00E73136"/>
    <w:rsid w:val="00E7749A"/>
    <w:rsid w:val="00EC3671"/>
    <w:rsid w:val="00EC4CCA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CCF36"/>
  <w15:docId w15:val="{9B7AB7ED-DA40-524E-87C0-7077A11A4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1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7</cp:revision>
  <dcterms:created xsi:type="dcterms:W3CDTF">2019-02-22T18:50:00Z</dcterms:created>
  <dcterms:modified xsi:type="dcterms:W3CDTF">2019-02-22T18:51:00Z</dcterms:modified>
</cp:coreProperties>
</file>